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A8B7E" w14:textId="77777777" w:rsidR="00304B6F" w:rsidRPr="00304B6F" w:rsidRDefault="00F342A8" w:rsidP="00942444">
      <w:pPr>
        <w:widowControl w:val="0"/>
        <w:bidi/>
        <w:spacing w:before="40" w:after="0" w:line="240" w:lineRule="auto"/>
        <w:ind w:firstLine="567"/>
        <w:jc w:val="center"/>
        <w:rPr>
          <w:rFonts w:ascii="Times New Roman" w:eastAsia="Times New Roman" w:hAnsi="Times New Roman" w:cs="B Lotus"/>
          <w:b/>
          <w:bCs/>
          <w:kern w:val="32"/>
          <w:sz w:val="36"/>
          <w:szCs w:val="36"/>
          <w:rtl/>
          <w:lang w:bidi="fa-IR"/>
        </w:rPr>
      </w:pPr>
      <w:r>
        <w:rPr>
          <w:rFonts w:ascii="Times New Roman" w:eastAsia="Times New Roman" w:hAnsi="Times New Roman" w:cs="B Lotus" w:hint="cs"/>
          <w:b/>
          <w:bCs/>
          <w:kern w:val="32"/>
          <w:sz w:val="36"/>
          <w:szCs w:val="36"/>
          <w:rtl/>
          <w:lang w:bidi="fa-IR"/>
        </w:rPr>
        <w:t xml:space="preserve">عنوان </w:t>
      </w:r>
      <w:r w:rsidR="00942444">
        <w:rPr>
          <w:rFonts w:ascii="Times New Roman" w:eastAsia="Times New Roman" w:hAnsi="Times New Roman" w:cs="B Lotus" w:hint="cs"/>
          <w:b/>
          <w:bCs/>
          <w:kern w:val="32"/>
          <w:sz w:val="36"/>
          <w:szCs w:val="36"/>
          <w:rtl/>
          <w:lang w:bidi="fa-IR"/>
        </w:rPr>
        <w:t>اثر</w:t>
      </w:r>
    </w:p>
    <w:p w14:paraId="73C632F8" w14:textId="77777777" w:rsidR="007C6D6F" w:rsidRPr="00E3304B" w:rsidRDefault="007C6D6F" w:rsidP="007C6D6F">
      <w:pPr>
        <w:widowControl w:val="0"/>
        <w:bidi/>
        <w:spacing w:before="40" w:after="0" w:line="240" w:lineRule="auto"/>
        <w:ind w:firstLine="567"/>
        <w:jc w:val="center"/>
        <w:rPr>
          <w:rFonts w:ascii="Times New Roman" w:eastAsia="Times New Roman" w:hAnsi="Times New Roman" w:cs="B Lotus"/>
          <w:b/>
          <w:bCs/>
          <w:kern w:val="32"/>
          <w:sz w:val="36"/>
          <w:szCs w:val="36"/>
          <w:rtl/>
          <w:lang w:bidi="fa-IR"/>
        </w:rPr>
      </w:pPr>
    </w:p>
    <w:p w14:paraId="159E37E7" w14:textId="7AD7C827" w:rsidR="002C02AD" w:rsidRDefault="002D1EEE" w:rsidP="00942444">
      <w:pPr>
        <w:tabs>
          <w:tab w:val="right" w:pos="9017"/>
        </w:tabs>
        <w:bidi/>
        <w:spacing w:after="0" w:line="240" w:lineRule="auto"/>
        <w:ind w:left="17" w:right="180"/>
        <w:jc w:val="center"/>
        <w:rPr>
          <w:rFonts w:eastAsia="Times New Roman" w:cs="B Lotus"/>
          <w:b/>
          <w:bCs/>
          <w:rtl/>
          <w:lang w:val="is-IS" w:bidi="fa-IR"/>
        </w:rPr>
      </w:pPr>
      <w:r>
        <w:rPr>
          <w:rFonts w:eastAsia="Times New Roman" w:cs="B Lotus" w:hint="cs"/>
          <w:b/>
          <w:bCs/>
          <w:rtl/>
          <w:lang w:val="is-IS" w:bidi="fa-IR"/>
        </w:rPr>
        <w:t xml:space="preserve">مشخصات ارائه دهنده : </w:t>
      </w:r>
    </w:p>
    <w:p w14:paraId="43267668" w14:textId="79EF9BA7" w:rsidR="002D1EEE" w:rsidRDefault="002D1EEE" w:rsidP="002D1EEE">
      <w:pPr>
        <w:tabs>
          <w:tab w:val="right" w:pos="9017"/>
        </w:tabs>
        <w:bidi/>
        <w:spacing w:after="0" w:line="240" w:lineRule="auto"/>
        <w:ind w:left="17" w:right="180"/>
        <w:jc w:val="center"/>
        <w:rPr>
          <w:rFonts w:eastAsia="Times New Roman" w:cs="B Lotus"/>
          <w:b/>
          <w:bCs/>
          <w:rtl/>
          <w:lang w:val="is-IS" w:bidi="fa-IR"/>
        </w:rPr>
      </w:pPr>
      <w:r>
        <w:rPr>
          <w:rFonts w:eastAsia="Times New Roman" w:cs="B Lotus" w:hint="cs"/>
          <w:b/>
          <w:bCs/>
          <w:rtl/>
          <w:lang w:val="is-IS" w:bidi="fa-IR"/>
        </w:rPr>
        <w:t xml:space="preserve">نام و نام خانوادگی، سن، مقطع تحصیلی، شماره تماس، آدرس </w:t>
      </w:r>
    </w:p>
    <w:p w14:paraId="51D613FC" w14:textId="77777777" w:rsidR="007C6D6F" w:rsidRPr="0052558C" w:rsidRDefault="007C6D6F" w:rsidP="00C54F82">
      <w:pPr>
        <w:bidi/>
        <w:spacing w:before="240" w:after="0" w:line="120" w:lineRule="auto"/>
        <w:jc w:val="center"/>
        <w:rPr>
          <w:rFonts w:eastAsia="Times New Roman" w:cs="B Traffic"/>
          <w:b/>
          <w:bCs/>
          <w:i/>
          <w:iCs/>
          <w:sz w:val="24"/>
          <w:szCs w:val="24"/>
          <w:rtl/>
          <w:lang w:bidi="fa-IR"/>
        </w:rPr>
      </w:pPr>
    </w:p>
    <w:p w14:paraId="1CC98463" w14:textId="77777777" w:rsidR="007C6D6F" w:rsidRPr="002D3C6D" w:rsidRDefault="007C6D6F" w:rsidP="007C6D6F">
      <w:pPr>
        <w:bidi/>
        <w:spacing w:after="0" w:line="240" w:lineRule="auto"/>
        <w:rPr>
          <w:rFonts w:eastAsia="Times New Roman" w:cs="B Lotus"/>
          <w:b/>
          <w:bCs/>
          <w:lang w:bidi="fa-IR"/>
        </w:rPr>
      </w:pPr>
    </w:p>
    <w:p w14:paraId="79E89BA2" w14:textId="77777777" w:rsidR="00B62554" w:rsidRDefault="00B62554" w:rsidP="007F31FD">
      <w:pPr>
        <w:pStyle w:val="NormalWeb"/>
        <w:bidi/>
        <w:spacing w:before="0" w:beforeAutospacing="0" w:after="0" w:afterAutospacing="0"/>
        <w:jc w:val="both"/>
        <w:rPr>
          <w:rFonts w:cs="B Lotus"/>
          <w:b/>
          <w:bCs/>
          <w:sz w:val="28"/>
          <w:szCs w:val="28"/>
          <w:rtl/>
        </w:rPr>
        <w:sectPr w:rsidR="00B62554" w:rsidSect="00CB5AE5">
          <w:headerReference w:type="default" r:id="rId8"/>
          <w:footerReference w:type="even" r:id="rId9"/>
          <w:pgSz w:w="11909" w:h="16834" w:code="9"/>
          <w:pgMar w:top="851" w:right="1440" w:bottom="1440" w:left="1440" w:header="706" w:footer="706" w:gutter="0"/>
          <w:pgNumType w:start="1"/>
          <w:cols w:space="708"/>
          <w:titlePg/>
          <w:bidi/>
          <w:docGrid w:linePitch="360"/>
        </w:sectPr>
      </w:pPr>
    </w:p>
    <w:p w14:paraId="6BA7959A" w14:textId="77777777" w:rsidR="007F31FD" w:rsidRPr="002D3C6D" w:rsidRDefault="007F31FD" w:rsidP="00624064">
      <w:pPr>
        <w:pStyle w:val="NormalWeb"/>
        <w:bidi/>
        <w:spacing w:before="0" w:beforeAutospacing="0" w:after="0" w:afterAutospacing="0"/>
        <w:jc w:val="both"/>
        <w:rPr>
          <w:rFonts w:cs="B Lotus"/>
          <w:b/>
          <w:bCs/>
          <w:sz w:val="28"/>
          <w:szCs w:val="28"/>
          <w:rtl/>
        </w:rPr>
      </w:pPr>
      <w:r w:rsidRPr="002D3C6D">
        <w:rPr>
          <w:rFonts w:cs="B Lotus"/>
          <w:b/>
          <w:bCs/>
          <w:sz w:val="28"/>
          <w:szCs w:val="28"/>
          <w:rtl/>
        </w:rPr>
        <w:t>1-</w:t>
      </w:r>
      <w:r w:rsidRPr="002D3C6D">
        <w:rPr>
          <w:rFonts w:cs="B Lotus" w:hint="cs"/>
          <w:b/>
          <w:bCs/>
          <w:sz w:val="28"/>
          <w:szCs w:val="28"/>
          <w:rtl/>
        </w:rPr>
        <w:t xml:space="preserve"> </w:t>
      </w:r>
      <w:r w:rsidR="00624064">
        <w:rPr>
          <w:rFonts w:cs="B Lotus" w:hint="cs"/>
          <w:b/>
          <w:bCs/>
          <w:sz w:val="28"/>
          <w:szCs w:val="28"/>
          <w:rtl/>
        </w:rPr>
        <w:t>معرفی اثر</w:t>
      </w:r>
    </w:p>
    <w:p w14:paraId="1723299D" w14:textId="77777777" w:rsidR="007F31FD" w:rsidRDefault="007F31FD" w:rsidP="007F31FD">
      <w:pPr>
        <w:pStyle w:val="NormalWeb"/>
        <w:bidi/>
        <w:spacing w:before="0" w:beforeAutospacing="0" w:after="0" w:afterAutospacing="0"/>
        <w:jc w:val="both"/>
        <w:rPr>
          <w:rFonts w:cs="B Lotus"/>
          <w:rtl/>
        </w:rPr>
      </w:pPr>
    </w:p>
    <w:p w14:paraId="3B001878" w14:textId="77777777" w:rsidR="00BA39D0" w:rsidRDefault="007D40B4" w:rsidP="003D677F">
      <w:pPr>
        <w:pStyle w:val="NormalWeb"/>
        <w:bidi/>
        <w:spacing w:before="0" w:beforeAutospacing="0" w:after="0" w:afterAutospacing="0"/>
        <w:jc w:val="both"/>
        <w:rPr>
          <w:rFonts w:cs="B Lotus"/>
          <w:rtl/>
        </w:rPr>
      </w:pPr>
      <w:r>
        <w:rPr>
          <w:rFonts w:cs="B Lotus" w:hint="cs"/>
          <w:rtl/>
        </w:rPr>
        <w:t xml:space="preserve">لازم است در مورد هر یک از بخش ها، چند سطر توضیح داده شود که به صورت واضح اثر را معرفی نماید. </w:t>
      </w:r>
      <w:r w:rsidR="00FC7060">
        <w:rPr>
          <w:rFonts w:cs="B Lotus" w:hint="cs"/>
          <w:rtl/>
        </w:rPr>
        <w:t xml:space="preserve">لازم به توضیح است که در صورتی که هر کدام از بخش ها در خصوص اثر ارسالی شما، </w:t>
      </w:r>
      <w:r w:rsidR="003D677F">
        <w:rPr>
          <w:rFonts w:cs="B Lotus" w:hint="cs"/>
          <w:rtl/>
        </w:rPr>
        <w:t xml:space="preserve">مطلبی قابل ارائه ندارد، می توانید آن بخش را خالی بگذارید. </w:t>
      </w:r>
    </w:p>
    <w:p w14:paraId="0DB7826C" w14:textId="77777777" w:rsidR="003D677F" w:rsidRDefault="003D677F" w:rsidP="003D677F">
      <w:pPr>
        <w:pStyle w:val="NormalWeb"/>
        <w:bidi/>
        <w:spacing w:before="0" w:beforeAutospacing="0" w:after="0" w:afterAutospacing="0"/>
        <w:jc w:val="both"/>
        <w:rPr>
          <w:rFonts w:cs="B Lotus"/>
          <w:rtl/>
        </w:rPr>
        <w:sectPr w:rsidR="003D677F" w:rsidSect="00B62554">
          <w:type w:val="continuous"/>
          <w:pgSz w:w="11909" w:h="16834" w:code="9"/>
          <w:pgMar w:top="1440" w:right="1440" w:bottom="1440" w:left="1440" w:header="706" w:footer="706" w:gutter="0"/>
          <w:pgNumType w:start="1"/>
          <w:cols w:space="708"/>
          <w:titlePg/>
          <w:bidi/>
          <w:docGrid w:linePitch="360"/>
        </w:sectPr>
      </w:pPr>
    </w:p>
    <w:p w14:paraId="54132002" w14:textId="77777777" w:rsidR="00C3683A" w:rsidRDefault="00C3683A" w:rsidP="00C3683A">
      <w:pPr>
        <w:bidi/>
        <w:spacing w:after="0" w:line="240" w:lineRule="auto"/>
        <w:jc w:val="lowKashida"/>
        <w:rPr>
          <w:rFonts w:ascii="Times New Roman" w:eastAsia="Times New Roman" w:hAnsi="Times New Roman" w:cs="B Lotus"/>
          <w:sz w:val="24"/>
          <w:szCs w:val="24"/>
          <w:rtl/>
          <w:lang w:bidi="fa-IR"/>
        </w:rPr>
      </w:pPr>
    </w:p>
    <w:p w14:paraId="7CBFBE18" w14:textId="77777777" w:rsidR="00C3683A" w:rsidRDefault="00C3683A" w:rsidP="000972E1">
      <w:pPr>
        <w:bidi/>
        <w:spacing w:after="0" w:line="240" w:lineRule="auto"/>
        <w:jc w:val="both"/>
        <w:rPr>
          <w:rFonts w:ascii="Times New Roman" w:eastAsia="Times New Roman" w:hAnsi="Times New Roman" w:cs="B Lotus"/>
          <w:b/>
          <w:bCs/>
          <w:sz w:val="28"/>
          <w:szCs w:val="28"/>
          <w:rtl/>
          <w:lang w:bidi="fa-IR"/>
        </w:rPr>
      </w:pPr>
      <w:r w:rsidRPr="00FD2FF0">
        <w:rPr>
          <w:rFonts w:ascii="Times New Roman" w:eastAsia="Times New Roman" w:hAnsi="Times New Roman" w:cs="B Lotus" w:hint="cs"/>
          <w:b/>
          <w:bCs/>
          <w:sz w:val="28"/>
          <w:szCs w:val="28"/>
          <w:rtl/>
          <w:lang w:bidi="fa-IR"/>
        </w:rPr>
        <w:t xml:space="preserve">2- </w:t>
      </w:r>
      <w:r w:rsidR="000972E1">
        <w:rPr>
          <w:rFonts w:ascii="Times New Roman" w:eastAsia="Times New Roman" w:hAnsi="Times New Roman" w:cs="B Lotus" w:hint="cs"/>
          <w:b/>
          <w:bCs/>
          <w:sz w:val="28"/>
          <w:szCs w:val="28"/>
          <w:rtl/>
          <w:lang w:bidi="fa-IR"/>
        </w:rPr>
        <w:t xml:space="preserve">پشتوانه علمی اثر </w:t>
      </w:r>
    </w:p>
    <w:p w14:paraId="62ECA8F6" w14:textId="77777777" w:rsidR="007D40B4" w:rsidRPr="00BA39D0" w:rsidRDefault="007D40B4" w:rsidP="00BA39D0">
      <w:pPr>
        <w:pStyle w:val="NormalWeb"/>
        <w:bidi/>
        <w:spacing w:before="0" w:beforeAutospacing="0" w:after="0" w:afterAutospacing="0"/>
        <w:jc w:val="both"/>
        <w:rPr>
          <w:rFonts w:cs="B Lotus"/>
          <w:rtl/>
        </w:rPr>
      </w:pPr>
      <w:r w:rsidRPr="00BA39D0">
        <w:rPr>
          <w:rFonts w:cs="B Lotus" w:hint="cs"/>
          <w:rtl/>
        </w:rPr>
        <w:t xml:space="preserve">داوران بر اساس </w:t>
      </w:r>
      <w:r w:rsidR="00BA39D0" w:rsidRPr="00BA39D0">
        <w:rPr>
          <w:rFonts w:cs="B Lotus" w:hint="cs"/>
          <w:rtl/>
        </w:rPr>
        <w:t xml:space="preserve">مطالبی که در هر یک از این بخش ها توضیح داده اید، نسبت به داوری آثار شما اقدام می کنند. بنابراین لازم است مطالب به صورت واضح و شفاف بیان شده باشند. </w:t>
      </w:r>
    </w:p>
    <w:p w14:paraId="2C1AC427" w14:textId="77777777" w:rsidR="00C3683A" w:rsidRDefault="00C3683A" w:rsidP="00C3683A">
      <w:pPr>
        <w:bidi/>
        <w:spacing w:after="0" w:line="240" w:lineRule="auto"/>
        <w:jc w:val="lowKashida"/>
        <w:rPr>
          <w:rFonts w:ascii="Times New Roman" w:eastAsia="Times New Roman" w:hAnsi="Times New Roman" w:cs="B Lotus"/>
          <w:sz w:val="24"/>
          <w:szCs w:val="24"/>
          <w:rtl/>
          <w:lang w:bidi="fa-IR"/>
        </w:rPr>
      </w:pPr>
    </w:p>
    <w:p w14:paraId="19E3DD65" w14:textId="77777777" w:rsidR="00C3683A" w:rsidRDefault="00C3683A" w:rsidP="000972E1">
      <w:pPr>
        <w:bidi/>
        <w:spacing w:after="0" w:line="240" w:lineRule="auto"/>
        <w:jc w:val="both"/>
        <w:rPr>
          <w:rFonts w:ascii="Times New Roman" w:eastAsia="Times New Roman" w:hAnsi="Times New Roman" w:cs="B Lotus"/>
          <w:b/>
          <w:bCs/>
          <w:sz w:val="28"/>
          <w:szCs w:val="28"/>
          <w:rtl/>
          <w:lang w:bidi="fa-IR"/>
        </w:rPr>
      </w:pPr>
      <w:r w:rsidRPr="000972E1">
        <w:rPr>
          <w:rFonts w:ascii="Times New Roman" w:eastAsia="Times New Roman" w:hAnsi="Times New Roman" w:cs="B Lotus" w:hint="cs"/>
          <w:b/>
          <w:bCs/>
          <w:sz w:val="28"/>
          <w:szCs w:val="28"/>
          <w:rtl/>
          <w:lang w:bidi="fa-IR"/>
        </w:rPr>
        <w:t xml:space="preserve">3- </w:t>
      </w:r>
      <w:r w:rsidR="000972E1" w:rsidRPr="000972E1">
        <w:rPr>
          <w:rFonts w:ascii="Times New Roman" w:eastAsia="Times New Roman" w:hAnsi="Times New Roman" w:cs="B Lotus" w:hint="cs"/>
          <w:b/>
          <w:bCs/>
          <w:sz w:val="28"/>
          <w:szCs w:val="28"/>
          <w:rtl/>
          <w:lang w:bidi="fa-IR"/>
        </w:rPr>
        <w:t>اثربخشی در خصوص فرهنگسازی جهت حفاظت از منابع آب و محیط زیست</w:t>
      </w:r>
    </w:p>
    <w:p w14:paraId="55B11B45" w14:textId="77777777" w:rsidR="00BA39D0" w:rsidRPr="00BA39D0" w:rsidRDefault="00BA39D0" w:rsidP="00BA39D0">
      <w:pPr>
        <w:pStyle w:val="NormalWeb"/>
        <w:bidi/>
        <w:spacing w:before="0" w:beforeAutospacing="0" w:after="0" w:afterAutospacing="0"/>
        <w:jc w:val="both"/>
        <w:rPr>
          <w:rFonts w:cs="B Lotus"/>
          <w:rtl/>
        </w:rPr>
      </w:pPr>
      <w:r w:rsidRPr="00BA39D0">
        <w:rPr>
          <w:rFonts w:cs="B Lotus" w:hint="cs"/>
          <w:rtl/>
        </w:rPr>
        <w:t xml:space="preserve">شما می توانید از این فایل به عنوان نمونه برای درج مطالب خود استفاده نمایید. بنابراین لازم است فرمت اصلی این فایل حفظ شود. لطفا مطالب خود را در بخش های مختلف این فایل درج نموده و نسبت به رعایت فونت نمونه دقت لازم را داشته باشید. </w:t>
      </w:r>
    </w:p>
    <w:p w14:paraId="06700D06" w14:textId="77777777" w:rsidR="00C3683A" w:rsidRDefault="00C3683A" w:rsidP="00C3683A">
      <w:pPr>
        <w:bidi/>
        <w:spacing w:after="0" w:line="240" w:lineRule="auto"/>
        <w:jc w:val="lowKashida"/>
        <w:rPr>
          <w:rFonts w:ascii="Times New Roman" w:eastAsia="Times New Roman" w:hAnsi="Times New Roman" w:cs="B Lotus"/>
          <w:sz w:val="24"/>
          <w:szCs w:val="24"/>
          <w:rtl/>
          <w:lang w:bidi="fa-IR"/>
        </w:rPr>
      </w:pPr>
    </w:p>
    <w:p w14:paraId="13B04253" w14:textId="77777777" w:rsidR="00C3683A" w:rsidRDefault="00C3683A" w:rsidP="000972E1">
      <w:pPr>
        <w:bidi/>
        <w:spacing w:after="0" w:line="240" w:lineRule="auto"/>
        <w:jc w:val="both"/>
        <w:rPr>
          <w:rFonts w:ascii="Times New Roman" w:eastAsia="Times New Roman" w:hAnsi="Times New Roman" w:cs="B Lotus"/>
          <w:b/>
          <w:bCs/>
          <w:color w:val="000000"/>
          <w:sz w:val="28"/>
          <w:szCs w:val="28"/>
          <w:rtl/>
          <w:lang w:bidi="fa-IR"/>
        </w:rPr>
      </w:pPr>
      <w:r w:rsidRPr="007D6DFF">
        <w:rPr>
          <w:rFonts w:ascii="Times New Roman" w:eastAsia="Times New Roman" w:hAnsi="Times New Roman" w:cs="B Lotus" w:hint="cs"/>
          <w:b/>
          <w:bCs/>
          <w:color w:val="000000"/>
          <w:sz w:val="28"/>
          <w:szCs w:val="28"/>
          <w:rtl/>
          <w:lang w:bidi="fa-IR"/>
        </w:rPr>
        <w:t>4-</w:t>
      </w:r>
      <w:r w:rsidR="009D1ECD">
        <w:rPr>
          <w:rFonts w:ascii="Times New Roman" w:eastAsia="Times New Roman" w:hAnsi="Times New Roman" w:cs="B Lotus" w:hint="cs"/>
          <w:b/>
          <w:bCs/>
          <w:color w:val="000000"/>
          <w:sz w:val="28"/>
          <w:szCs w:val="28"/>
          <w:rtl/>
          <w:lang w:bidi="fa-IR"/>
        </w:rPr>
        <w:t xml:space="preserve"> میزان</w:t>
      </w:r>
      <w:r w:rsidRPr="007D6DFF">
        <w:rPr>
          <w:rFonts w:ascii="Times New Roman" w:eastAsia="Times New Roman" w:hAnsi="Times New Roman" w:cs="B Lotus" w:hint="cs"/>
          <w:b/>
          <w:bCs/>
          <w:color w:val="000000"/>
          <w:sz w:val="28"/>
          <w:szCs w:val="28"/>
          <w:rtl/>
          <w:lang w:bidi="fa-IR"/>
        </w:rPr>
        <w:t xml:space="preserve"> </w:t>
      </w:r>
      <w:r w:rsidR="000972E1">
        <w:rPr>
          <w:rFonts w:ascii="Times New Roman" w:eastAsia="Times New Roman" w:hAnsi="Times New Roman" w:cs="B Lotus" w:hint="cs"/>
          <w:b/>
          <w:bCs/>
          <w:color w:val="000000"/>
          <w:sz w:val="28"/>
          <w:szCs w:val="28"/>
          <w:rtl/>
          <w:lang w:bidi="fa-IR"/>
        </w:rPr>
        <w:t xml:space="preserve">نوآوری و ابتکاری بودن اثر </w:t>
      </w:r>
    </w:p>
    <w:p w14:paraId="6BED24E5" w14:textId="77777777" w:rsidR="00382B2C" w:rsidRPr="003D677F" w:rsidRDefault="00382B2C" w:rsidP="003D677F">
      <w:pPr>
        <w:pStyle w:val="NormalWeb"/>
        <w:bidi/>
        <w:spacing w:before="0" w:beforeAutospacing="0" w:after="0" w:afterAutospacing="0"/>
        <w:jc w:val="both"/>
        <w:rPr>
          <w:rFonts w:cs="B Lotus"/>
          <w:rtl/>
        </w:rPr>
      </w:pPr>
      <w:r w:rsidRPr="003D677F">
        <w:rPr>
          <w:rFonts w:cs="B Lotus" w:hint="cs"/>
          <w:rtl/>
        </w:rPr>
        <w:t xml:space="preserve">در صورتی که اثر شما بدیع بوده و تاکنون در جایی اجرا و پیاده سازی نشده است و </w:t>
      </w:r>
      <w:r w:rsidR="00FC7060" w:rsidRPr="003D677F">
        <w:rPr>
          <w:rFonts w:cs="B Lotus" w:hint="cs"/>
          <w:rtl/>
        </w:rPr>
        <w:t xml:space="preserve">دارای نمونه های مشابه داخلی یا خارجی نمی باشد، یا حتی وجود دارد و ثبت شده است، در این بخش لازم است توضیحات مربوطه را ارائه فرمایید. </w:t>
      </w:r>
    </w:p>
    <w:p w14:paraId="03AD4E9F" w14:textId="77777777" w:rsidR="00C3683A" w:rsidRPr="002C5656" w:rsidRDefault="00C3683A" w:rsidP="00C3683A">
      <w:pPr>
        <w:bidi/>
        <w:spacing w:after="0" w:line="240" w:lineRule="auto"/>
        <w:jc w:val="lowKashida"/>
        <w:rPr>
          <w:rFonts w:ascii="Times New Roman" w:eastAsia="Times New Roman" w:hAnsi="Times New Roman" w:cs="B Lotus"/>
          <w:sz w:val="24"/>
          <w:szCs w:val="24"/>
          <w:rtl/>
          <w:lang w:bidi="fa-IR"/>
        </w:rPr>
      </w:pPr>
    </w:p>
    <w:p w14:paraId="2AADCCC1" w14:textId="77777777" w:rsidR="00C3683A" w:rsidRDefault="00C3683A" w:rsidP="000972E1">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5</w:t>
      </w:r>
      <w:r w:rsidRPr="007D6DFF">
        <w:rPr>
          <w:rFonts w:ascii="Times New Roman" w:eastAsia="Times New Roman" w:hAnsi="Times New Roman" w:cs="B Lotus" w:hint="cs"/>
          <w:b/>
          <w:bCs/>
          <w:color w:val="000000"/>
          <w:sz w:val="28"/>
          <w:szCs w:val="28"/>
          <w:rtl/>
          <w:lang w:bidi="fa-IR"/>
        </w:rPr>
        <w:t>-</w:t>
      </w:r>
      <w:r w:rsidR="009D1ECD">
        <w:rPr>
          <w:rFonts w:ascii="Times New Roman" w:eastAsia="Times New Roman" w:hAnsi="Times New Roman" w:cs="B Lotus" w:hint="cs"/>
          <w:b/>
          <w:bCs/>
          <w:color w:val="000000"/>
          <w:sz w:val="28"/>
          <w:szCs w:val="28"/>
          <w:rtl/>
          <w:lang w:bidi="fa-IR"/>
        </w:rPr>
        <w:t>میزان</w:t>
      </w:r>
      <w:r w:rsidRPr="007D6DFF">
        <w:rPr>
          <w:rFonts w:ascii="Times New Roman" w:eastAsia="Times New Roman" w:hAnsi="Times New Roman" w:cs="B Lotus" w:hint="cs"/>
          <w:b/>
          <w:bCs/>
          <w:color w:val="000000"/>
          <w:sz w:val="28"/>
          <w:szCs w:val="28"/>
          <w:rtl/>
          <w:lang w:bidi="fa-IR"/>
        </w:rPr>
        <w:t xml:space="preserve"> </w:t>
      </w:r>
      <w:r w:rsidR="000972E1">
        <w:rPr>
          <w:rFonts w:ascii="Times New Roman" w:eastAsia="Times New Roman" w:hAnsi="Times New Roman" w:cs="B Lotus" w:hint="cs"/>
          <w:b/>
          <w:bCs/>
          <w:color w:val="000000"/>
          <w:sz w:val="28"/>
          <w:szCs w:val="28"/>
          <w:rtl/>
          <w:lang w:bidi="fa-IR"/>
        </w:rPr>
        <w:t xml:space="preserve">توجیه پذیری اقتصادی اثر </w:t>
      </w:r>
    </w:p>
    <w:p w14:paraId="6894DB48" w14:textId="77777777" w:rsidR="00F17F7E" w:rsidRDefault="000C6277" w:rsidP="003D677F">
      <w:pPr>
        <w:pStyle w:val="NormalWeb"/>
        <w:bidi/>
        <w:spacing w:before="0" w:beforeAutospacing="0" w:after="0" w:afterAutospacing="0"/>
        <w:jc w:val="both"/>
        <w:rPr>
          <w:rFonts w:cs="B Lotus"/>
          <w:rtl/>
        </w:rPr>
      </w:pPr>
      <w:r w:rsidRPr="003D677F">
        <w:rPr>
          <w:rFonts w:cs="B Lotus" w:hint="cs"/>
          <w:rtl/>
        </w:rPr>
        <w:t xml:space="preserve">آیا اثر ارسالی شما توجیه پذیری اقتصادی دارد؟ </w:t>
      </w:r>
      <w:r w:rsidR="00382B2C" w:rsidRPr="003D677F">
        <w:rPr>
          <w:rFonts w:cs="B Lotus" w:hint="cs"/>
          <w:rtl/>
        </w:rPr>
        <w:t xml:space="preserve">آیا هزینه های تولید آن به صرفه است؟ </w:t>
      </w:r>
    </w:p>
    <w:p w14:paraId="31AD4AD3" w14:textId="77777777" w:rsidR="00F17F7E" w:rsidRDefault="00195757" w:rsidP="00F17F7E">
      <w:pPr>
        <w:pStyle w:val="NormalWeb"/>
        <w:bidi/>
        <w:spacing w:before="0" w:beforeAutospacing="0" w:after="0" w:afterAutospacing="0"/>
        <w:jc w:val="both"/>
        <w:rPr>
          <w:rFonts w:cs="B Lotus"/>
          <w:rtl/>
        </w:rPr>
      </w:pPr>
      <w:r>
        <w:rPr>
          <w:rFonts w:cs="B Lotus" w:hint="cs"/>
          <w:rtl/>
        </w:rPr>
        <w:t xml:space="preserve">هزینه های ثابت و جاری تولید محصول محاسبه شده است؟ </w:t>
      </w:r>
    </w:p>
    <w:p w14:paraId="601C492E" w14:textId="77777777" w:rsidR="00F17F7E" w:rsidRDefault="00195757" w:rsidP="00F17F7E">
      <w:pPr>
        <w:pStyle w:val="NormalWeb"/>
        <w:bidi/>
        <w:spacing w:before="0" w:beforeAutospacing="0" w:after="0" w:afterAutospacing="0"/>
        <w:jc w:val="both"/>
        <w:rPr>
          <w:rFonts w:cs="B Lotus"/>
          <w:rtl/>
        </w:rPr>
      </w:pPr>
      <w:r>
        <w:rPr>
          <w:rFonts w:cs="B Lotus" w:hint="cs"/>
          <w:rtl/>
        </w:rPr>
        <w:t>برآورد بازار و تعداد فروش محصول</w:t>
      </w:r>
      <w:r w:rsidR="00881560">
        <w:rPr>
          <w:rFonts w:cs="B Lotus" w:hint="cs"/>
          <w:rtl/>
        </w:rPr>
        <w:t xml:space="preserve"> در سال و در نتیجه درآمد سالانه </w:t>
      </w:r>
    </w:p>
    <w:p w14:paraId="38306352" w14:textId="77777777" w:rsidR="00F17F7E" w:rsidRDefault="00881560" w:rsidP="00F17F7E">
      <w:pPr>
        <w:pStyle w:val="NormalWeb"/>
        <w:bidi/>
        <w:spacing w:before="0" w:beforeAutospacing="0" w:after="0" w:afterAutospacing="0"/>
        <w:jc w:val="both"/>
        <w:rPr>
          <w:rFonts w:cs="B Lotus"/>
          <w:rtl/>
        </w:rPr>
      </w:pPr>
      <w:r>
        <w:rPr>
          <w:rFonts w:cs="B Lotus" w:hint="cs"/>
          <w:rtl/>
        </w:rPr>
        <w:t>میزان سرمایه گذاری لازم</w:t>
      </w:r>
    </w:p>
    <w:p w14:paraId="335F1310" w14:textId="77777777" w:rsidR="000C6277" w:rsidRPr="00195757" w:rsidRDefault="00881560" w:rsidP="00F17F7E">
      <w:pPr>
        <w:pStyle w:val="NormalWeb"/>
        <w:bidi/>
        <w:spacing w:before="0" w:beforeAutospacing="0" w:after="0" w:afterAutospacing="0"/>
        <w:jc w:val="both"/>
        <w:rPr>
          <w:rtl/>
        </w:rPr>
      </w:pPr>
      <w:r>
        <w:rPr>
          <w:rFonts w:cs="B Lotus" w:hint="cs"/>
          <w:rtl/>
        </w:rPr>
        <w:t xml:space="preserve">دوره بازگشت سرمایه </w:t>
      </w:r>
    </w:p>
    <w:p w14:paraId="616B1138" w14:textId="77777777" w:rsidR="00C23914" w:rsidRDefault="00C23914" w:rsidP="00C23914">
      <w:pPr>
        <w:bidi/>
        <w:spacing w:after="0" w:line="240" w:lineRule="auto"/>
        <w:jc w:val="lowKashida"/>
        <w:rPr>
          <w:rFonts w:ascii="Times New Roman" w:eastAsia="Times New Roman" w:hAnsi="Times New Roman" w:cs="B Lotus"/>
          <w:sz w:val="24"/>
          <w:szCs w:val="24"/>
          <w:rtl/>
          <w:lang w:bidi="fa-IR"/>
        </w:rPr>
      </w:pPr>
    </w:p>
    <w:p w14:paraId="63808B53" w14:textId="77777777" w:rsidR="008E300D" w:rsidRDefault="00A969A0" w:rsidP="000972E1">
      <w:pPr>
        <w:bidi/>
        <w:spacing w:after="0" w:line="240" w:lineRule="auto"/>
        <w:jc w:val="both"/>
        <w:rPr>
          <w:rFonts w:ascii="Times New Roman" w:eastAsia="Times New Roman" w:hAnsi="Times New Roman" w:cs="B Lotus"/>
          <w:b/>
          <w:bCs/>
          <w:color w:val="000000"/>
          <w:sz w:val="28"/>
          <w:szCs w:val="28"/>
          <w:rtl/>
          <w:lang w:bidi="fa-IR"/>
        </w:rPr>
      </w:pPr>
      <w:r w:rsidRPr="000972E1">
        <w:rPr>
          <w:rFonts w:ascii="Times New Roman" w:eastAsia="Times New Roman" w:hAnsi="Times New Roman" w:cs="B Lotus" w:hint="cs"/>
          <w:b/>
          <w:bCs/>
          <w:color w:val="000000"/>
          <w:sz w:val="28"/>
          <w:szCs w:val="28"/>
          <w:rtl/>
          <w:lang w:bidi="fa-IR"/>
        </w:rPr>
        <w:t>6</w:t>
      </w:r>
      <w:r w:rsidR="008E300D" w:rsidRPr="000972E1">
        <w:rPr>
          <w:rFonts w:ascii="Times New Roman" w:eastAsia="Times New Roman" w:hAnsi="Times New Roman" w:cs="B Lotus" w:hint="cs"/>
          <w:b/>
          <w:bCs/>
          <w:color w:val="000000"/>
          <w:sz w:val="28"/>
          <w:szCs w:val="28"/>
          <w:rtl/>
          <w:lang w:bidi="fa-IR"/>
        </w:rPr>
        <w:t>-</w:t>
      </w:r>
      <w:r w:rsidR="009D1ECD">
        <w:rPr>
          <w:rFonts w:ascii="Times New Roman" w:eastAsia="Times New Roman" w:hAnsi="Times New Roman" w:cs="B Lotus" w:hint="cs"/>
          <w:b/>
          <w:bCs/>
          <w:color w:val="000000"/>
          <w:sz w:val="28"/>
          <w:szCs w:val="28"/>
          <w:rtl/>
          <w:lang w:bidi="fa-IR"/>
        </w:rPr>
        <w:t xml:space="preserve"> میزان</w:t>
      </w:r>
      <w:r w:rsidR="008E300D" w:rsidRPr="000972E1">
        <w:rPr>
          <w:rFonts w:ascii="Times New Roman" w:eastAsia="Times New Roman" w:hAnsi="Times New Roman" w:cs="B Lotus" w:hint="cs"/>
          <w:b/>
          <w:bCs/>
          <w:color w:val="000000"/>
          <w:sz w:val="28"/>
          <w:szCs w:val="28"/>
          <w:rtl/>
          <w:lang w:bidi="fa-IR"/>
        </w:rPr>
        <w:t xml:space="preserve"> </w:t>
      </w:r>
      <w:r w:rsidR="000972E1" w:rsidRPr="000972E1">
        <w:rPr>
          <w:rFonts w:ascii="Times New Roman" w:eastAsia="Times New Roman" w:hAnsi="Times New Roman" w:cs="B Lotus" w:hint="cs"/>
          <w:b/>
          <w:bCs/>
          <w:color w:val="000000"/>
          <w:sz w:val="28"/>
          <w:szCs w:val="28"/>
          <w:rtl/>
          <w:lang w:bidi="fa-IR"/>
        </w:rPr>
        <w:t>اثرگذاری بر حفظ منابع پایه بویژه منابع آب</w:t>
      </w:r>
    </w:p>
    <w:p w14:paraId="556DE444" w14:textId="77777777" w:rsidR="000C6277" w:rsidRPr="003D677F" w:rsidRDefault="000C6277" w:rsidP="003D677F">
      <w:pPr>
        <w:pStyle w:val="NormalWeb"/>
        <w:bidi/>
        <w:spacing w:before="0" w:beforeAutospacing="0" w:after="0" w:afterAutospacing="0"/>
        <w:jc w:val="both"/>
        <w:rPr>
          <w:rFonts w:cs="B Lotus"/>
          <w:rtl/>
        </w:rPr>
      </w:pPr>
      <w:r w:rsidRPr="003D677F">
        <w:rPr>
          <w:rFonts w:cs="B Lotus" w:hint="cs"/>
          <w:rtl/>
        </w:rPr>
        <w:lastRenderedPageBreak/>
        <w:t xml:space="preserve">لازم است میزان تأثیر اثر خود را بر حفظ منابع پایه بویژه منابع آب در چند سطر به صورت مختصر ولی شفاف توضیح دهید. </w:t>
      </w:r>
    </w:p>
    <w:p w14:paraId="73DADADE" w14:textId="77777777" w:rsidR="000C6277" w:rsidRPr="000972E1" w:rsidRDefault="000C6277" w:rsidP="000C6277">
      <w:pPr>
        <w:bidi/>
        <w:spacing w:after="0" w:line="240" w:lineRule="auto"/>
        <w:jc w:val="both"/>
        <w:rPr>
          <w:rFonts w:ascii="Times New Roman" w:eastAsia="Times New Roman" w:hAnsi="Times New Roman" w:cs="B Lotus"/>
          <w:b/>
          <w:bCs/>
          <w:color w:val="000000"/>
          <w:sz w:val="28"/>
          <w:szCs w:val="28"/>
          <w:rtl/>
          <w:lang w:bidi="fa-IR"/>
        </w:rPr>
      </w:pPr>
    </w:p>
    <w:p w14:paraId="2E0B7282" w14:textId="77777777" w:rsidR="008E300D" w:rsidRPr="008E300D" w:rsidRDefault="008E300D" w:rsidP="008E300D">
      <w:pPr>
        <w:bidi/>
        <w:spacing w:after="0" w:line="240" w:lineRule="auto"/>
        <w:jc w:val="both"/>
        <w:rPr>
          <w:rFonts w:ascii="Times New Roman" w:eastAsia="Times New Roman" w:hAnsi="Times New Roman" w:cs="B Lotus"/>
          <w:sz w:val="24"/>
          <w:szCs w:val="24"/>
          <w:rtl/>
          <w:lang w:bidi="fa-IR"/>
        </w:rPr>
      </w:pPr>
    </w:p>
    <w:p w14:paraId="0834A272" w14:textId="77777777" w:rsidR="008E300D" w:rsidRDefault="00A969A0" w:rsidP="000972E1">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7</w:t>
      </w:r>
      <w:r w:rsidR="008E300D" w:rsidRPr="008E300D">
        <w:rPr>
          <w:rFonts w:ascii="Times New Roman" w:eastAsia="Times New Roman" w:hAnsi="Times New Roman" w:cs="B Lotus" w:hint="cs"/>
          <w:b/>
          <w:bCs/>
          <w:color w:val="000000"/>
          <w:sz w:val="28"/>
          <w:szCs w:val="28"/>
          <w:rtl/>
          <w:lang w:bidi="fa-IR"/>
        </w:rPr>
        <w:t xml:space="preserve">- </w:t>
      </w:r>
      <w:r w:rsidR="009D1ECD">
        <w:rPr>
          <w:rFonts w:ascii="Times New Roman" w:eastAsia="Times New Roman" w:hAnsi="Times New Roman" w:cs="B Lotus" w:hint="cs"/>
          <w:b/>
          <w:bCs/>
          <w:color w:val="000000"/>
          <w:sz w:val="28"/>
          <w:szCs w:val="28"/>
          <w:rtl/>
          <w:lang w:bidi="fa-IR"/>
        </w:rPr>
        <w:t>میزان</w:t>
      </w:r>
      <w:r w:rsidR="000972E1" w:rsidRPr="000972E1">
        <w:rPr>
          <w:rFonts w:ascii="Times New Roman" w:eastAsia="Times New Roman" w:hAnsi="Times New Roman" w:cs="B Lotus"/>
          <w:b/>
          <w:bCs/>
          <w:color w:val="000000"/>
          <w:sz w:val="28"/>
          <w:szCs w:val="28"/>
          <w:lang w:bidi="fa-IR"/>
        </w:rPr>
        <w:t xml:space="preserve">  </w:t>
      </w:r>
      <w:r w:rsidR="000972E1" w:rsidRPr="000972E1">
        <w:rPr>
          <w:rFonts w:ascii="Times New Roman" w:eastAsia="Times New Roman" w:hAnsi="Times New Roman" w:cs="B Lotus" w:hint="cs"/>
          <w:b/>
          <w:bCs/>
          <w:color w:val="000000"/>
          <w:sz w:val="28"/>
          <w:szCs w:val="28"/>
          <w:rtl/>
          <w:lang w:bidi="fa-IR"/>
        </w:rPr>
        <w:t>اثرگذاری در خصوص جلوگیری از تبعات محیطی زیستی</w:t>
      </w:r>
    </w:p>
    <w:p w14:paraId="6648B240" w14:textId="77777777" w:rsidR="0014154E" w:rsidRPr="003D677F" w:rsidRDefault="0014154E" w:rsidP="003D677F">
      <w:pPr>
        <w:pStyle w:val="NormalWeb"/>
        <w:bidi/>
        <w:spacing w:before="0" w:beforeAutospacing="0" w:after="0" w:afterAutospacing="0"/>
        <w:jc w:val="both"/>
        <w:rPr>
          <w:rFonts w:cs="B Lotus"/>
          <w:rtl/>
        </w:rPr>
      </w:pPr>
      <w:r w:rsidRPr="003D677F">
        <w:rPr>
          <w:rFonts w:cs="B Lotus" w:hint="cs"/>
          <w:rtl/>
        </w:rPr>
        <w:t xml:space="preserve">لازم است میزان تأثیر اثر خود را بر جلوگیری از تبعات محیط زیستی در چند سطر به صورت مختصر ولی شفاف توضیح دهید. </w:t>
      </w:r>
    </w:p>
    <w:p w14:paraId="0DEB1BFE" w14:textId="77777777" w:rsidR="00C3683A" w:rsidRPr="00C64F4A" w:rsidRDefault="00C3683A" w:rsidP="00C3683A">
      <w:pPr>
        <w:bidi/>
        <w:spacing w:after="0" w:line="240" w:lineRule="auto"/>
        <w:rPr>
          <w:rFonts w:ascii="Times New Roman" w:hAnsi="Times New Roman" w:cs="B Nazanin"/>
          <w:sz w:val="20"/>
          <w:rtl/>
          <w:lang w:bidi="fa-IR"/>
        </w:rPr>
      </w:pPr>
    </w:p>
    <w:p w14:paraId="0F9D917B" w14:textId="77777777" w:rsidR="008908A8" w:rsidRDefault="00A969A0" w:rsidP="00CB5AE5">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8</w:t>
      </w:r>
      <w:r w:rsidR="00811FD1">
        <w:rPr>
          <w:rFonts w:ascii="Times New Roman" w:eastAsia="Times New Roman" w:hAnsi="Times New Roman" w:cs="B Lotus" w:hint="cs"/>
          <w:b/>
          <w:bCs/>
          <w:color w:val="000000"/>
          <w:sz w:val="28"/>
          <w:szCs w:val="28"/>
          <w:rtl/>
          <w:lang w:bidi="fa-IR"/>
        </w:rPr>
        <w:t xml:space="preserve">- </w:t>
      </w:r>
      <w:r w:rsidR="00CB5AE5">
        <w:rPr>
          <w:rFonts w:ascii="Times New Roman" w:eastAsia="Times New Roman" w:hAnsi="Times New Roman" w:cs="B Lotus" w:hint="cs"/>
          <w:b/>
          <w:bCs/>
          <w:color w:val="000000"/>
          <w:sz w:val="28"/>
          <w:szCs w:val="28"/>
          <w:rtl/>
          <w:lang w:bidi="fa-IR"/>
        </w:rPr>
        <w:t xml:space="preserve">منابع و مستندات </w:t>
      </w:r>
    </w:p>
    <w:p w14:paraId="2AE2C39F" w14:textId="77777777" w:rsidR="00FF5D5C" w:rsidRPr="003D677F" w:rsidRDefault="00FF5D5C" w:rsidP="003D677F">
      <w:pPr>
        <w:pStyle w:val="NormalWeb"/>
        <w:bidi/>
        <w:spacing w:before="0" w:beforeAutospacing="0" w:after="0" w:afterAutospacing="0"/>
        <w:jc w:val="both"/>
        <w:rPr>
          <w:rFonts w:cs="B Lotus"/>
          <w:rtl/>
        </w:rPr>
      </w:pPr>
      <w:r w:rsidRPr="003D677F">
        <w:rPr>
          <w:rFonts w:cs="B Lotus" w:hint="cs"/>
          <w:rtl/>
        </w:rPr>
        <w:t xml:space="preserve">فهرستی از  مراجع و منابعی که برای </w:t>
      </w:r>
      <w:r w:rsidR="0014154E" w:rsidRPr="003D677F">
        <w:rPr>
          <w:rFonts w:cs="B Lotus" w:hint="cs"/>
          <w:rtl/>
        </w:rPr>
        <w:t xml:space="preserve">تهیه اثر خود از آن ها استفاده نموده اید را درج کنید. </w:t>
      </w:r>
    </w:p>
    <w:p w14:paraId="58777D7B" w14:textId="77777777" w:rsidR="0034544C" w:rsidRPr="00C64F4A" w:rsidRDefault="0034544C" w:rsidP="00CB5AE5">
      <w:pPr>
        <w:rPr>
          <w:rFonts w:ascii="Times New Roman" w:eastAsia="Times New Roman" w:hAnsi="Times New Roman" w:cs="Times New Roman"/>
          <w:b/>
          <w:bCs/>
          <w:sz w:val="24"/>
          <w:szCs w:val="24"/>
        </w:rPr>
      </w:pPr>
    </w:p>
    <w:sectPr w:rsidR="0034544C" w:rsidRPr="00C64F4A" w:rsidSect="00293056">
      <w:type w:val="continuous"/>
      <w:pgSz w:w="11909" w:h="16834" w:code="9"/>
      <w:pgMar w:top="1440" w:right="1440" w:bottom="1440" w:left="1440" w:header="706" w:footer="706" w:gutter="0"/>
      <w:cols w:space="708"/>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9C9A8" w14:textId="77777777" w:rsidR="008E32EC" w:rsidRDefault="008E32EC" w:rsidP="00147AF2">
      <w:pPr>
        <w:spacing w:after="0" w:line="240" w:lineRule="auto"/>
      </w:pPr>
      <w:r>
        <w:separator/>
      </w:r>
    </w:p>
  </w:endnote>
  <w:endnote w:type="continuationSeparator" w:id="0">
    <w:p w14:paraId="14C7B0D3" w14:textId="77777777" w:rsidR="008E32EC" w:rsidRDefault="008E32EC" w:rsidP="00147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3AA0F" w14:textId="77777777" w:rsidR="006C3F33" w:rsidRPr="006148E1" w:rsidRDefault="006C3F33" w:rsidP="00132198">
    <w:pPr>
      <w:pStyle w:val="Footer"/>
      <w:tabs>
        <w:tab w:val="left" w:pos="1410"/>
        <w:tab w:val="center" w:pos="4680"/>
      </w:tabs>
      <w:bidi/>
      <w:rPr>
        <w:rFonts w:cs="B Lotus"/>
        <w:b/>
        <w:bCs/>
      </w:rPr>
    </w:pPr>
  </w:p>
  <w:p w14:paraId="51000D0A" w14:textId="77777777" w:rsidR="006C3F33" w:rsidRDefault="006C3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B4C0D" w14:textId="77777777" w:rsidR="008E32EC" w:rsidRDefault="008E32EC" w:rsidP="00147AF2">
      <w:pPr>
        <w:spacing w:after="0" w:line="240" w:lineRule="auto"/>
      </w:pPr>
      <w:r>
        <w:separator/>
      </w:r>
    </w:p>
  </w:footnote>
  <w:footnote w:type="continuationSeparator" w:id="0">
    <w:p w14:paraId="59532BEA" w14:textId="77777777" w:rsidR="008E32EC" w:rsidRDefault="008E32EC" w:rsidP="00147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C2303" w14:textId="77777777" w:rsidR="006C3F33" w:rsidRPr="00B964EF" w:rsidRDefault="006C3F33" w:rsidP="00132198">
    <w:pPr>
      <w:pStyle w:val="Header"/>
      <w:jc w:val="center"/>
      <w:rPr>
        <w:rFonts w:cs="B Lotus"/>
        <w:b/>
        <w:bCs/>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F2318"/>
    <w:multiLevelType w:val="hybridMultilevel"/>
    <w:tmpl w:val="7724004C"/>
    <w:lvl w:ilvl="0" w:tplc="9B5E0C4E">
      <w:start w:val="7"/>
      <w:numFmt w:val="bullet"/>
      <w:lvlText w:val=""/>
      <w:lvlJc w:val="left"/>
      <w:pPr>
        <w:ind w:left="720" w:hanging="360"/>
      </w:pPr>
      <w:rPr>
        <w:rFonts w:ascii="Symbol" w:eastAsia="Calibri" w:hAnsi="Symbol" w:cs="B Mitra"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252CDD"/>
    <w:multiLevelType w:val="hybridMultilevel"/>
    <w:tmpl w:val="4784E426"/>
    <w:lvl w:ilvl="0" w:tplc="227AE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8879A0"/>
    <w:multiLevelType w:val="hybridMultilevel"/>
    <w:tmpl w:val="ECEA6FD6"/>
    <w:lvl w:ilvl="0" w:tplc="E5C43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BC787B"/>
    <w:multiLevelType w:val="hybridMultilevel"/>
    <w:tmpl w:val="824C1D38"/>
    <w:lvl w:ilvl="0" w:tplc="79A29D78">
      <w:start w:val="7"/>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3C1DD8"/>
    <w:multiLevelType w:val="hybridMultilevel"/>
    <w:tmpl w:val="1C460FEA"/>
    <w:lvl w:ilvl="0" w:tplc="2EC0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44"/>
    <w:rsid w:val="00017994"/>
    <w:rsid w:val="0003730E"/>
    <w:rsid w:val="00043564"/>
    <w:rsid w:val="00064B14"/>
    <w:rsid w:val="0006667F"/>
    <w:rsid w:val="000954D7"/>
    <w:rsid w:val="000972E1"/>
    <w:rsid w:val="000A08CB"/>
    <w:rsid w:val="000C597B"/>
    <w:rsid w:val="000C6277"/>
    <w:rsid w:val="000D32D0"/>
    <w:rsid w:val="000E25E4"/>
    <w:rsid w:val="000F55FB"/>
    <w:rsid w:val="000F5D98"/>
    <w:rsid w:val="00112D7F"/>
    <w:rsid w:val="00132198"/>
    <w:rsid w:val="0014154E"/>
    <w:rsid w:val="00147AF2"/>
    <w:rsid w:val="001558B6"/>
    <w:rsid w:val="00173143"/>
    <w:rsid w:val="00175207"/>
    <w:rsid w:val="00195757"/>
    <w:rsid w:val="001F7697"/>
    <w:rsid w:val="00224319"/>
    <w:rsid w:val="00226454"/>
    <w:rsid w:val="002371E6"/>
    <w:rsid w:val="002435AB"/>
    <w:rsid w:val="002463C1"/>
    <w:rsid w:val="0025266E"/>
    <w:rsid w:val="00260313"/>
    <w:rsid w:val="00274513"/>
    <w:rsid w:val="00293056"/>
    <w:rsid w:val="002B539E"/>
    <w:rsid w:val="002C02AD"/>
    <w:rsid w:val="002D1EEE"/>
    <w:rsid w:val="002D7D94"/>
    <w:rsid w:val="002F4861"/>
    <w:rsid w:val="00304B6F"/>
    <w:rsid w:val="00340E52"/>
    <w:rsid w:val="0034294C"/>
    <w:rsid w:val="00344EAD"/>
    <w:rsid w:val="0034544C"/>
    <w:rsid w:val="0035132D"/>
    <w:rsid w:val="0035599D"/>
    <w:rsid w:val="00380FB3"/>
    <w:rsid w:val="00381BE4"/>
    <w:rsid w:val="00382B2C"/>
    <w:rsid w:val="0038682E"/>
    <w:rsid w:val="003B18A9"/>
    <w:rsid w:val="003B40FD"/>
    <w:rsid w:val="003C6C28"/>
    <w:rsid w:val="003D1CFE"/>
    <w:rsid w:val="003D2622"/>
    <w:rsid w:val="003D34DD"/>
    <w:rsid w:val="003D677F"/>
    <w:rsid w:val="00401EB7"/>
    <w:rsid w:val="00417926"/>
    <w:rsid w:val="00420668"/>
    <w:rsid w:val="00420AF1"/>
    <w:rsid w:val="00425737"/>
    <w:rsid w:val="0044123B"/>
    <w:rsid w:val="00441E03"/>
    <w:rsid w:val="00445955"/>
    <w:rsid w:val="00465125"/>
    <w:rsid w:val="004843AD"/>
    <w:rsid w:val="00485C03"/>
    <w:rsid w:val="004D3616"/>
    <w:rsid w:val="004E5D9C"/>
    <w:rsid w:val="00501054"/>
    <w:rsid w:val="0058079A"/>
    <w:rsid w:val="00585464"/>
    <w:rsid w:val="00586F97"/>
    <w:rsid w:val="005B7891"/>
    <w:rsid w:val="005D1471"/>
    <w:rsid w:val="005E08B4"/>
    <w:rsid w:val="00600E2F"/>
    <w:rsid w:val="00624064"/>
    <w:rsid w:val="00626834"/>
    <w:rsid w:val="00661E5B"/>
    <w:rsid w:val="00662502"/>
    <w:rsid w:val="006B4658"/>
    <w:rsid w:val="006C3F33"/>
    <w:rsid w:val="006C57B9"/>
    <w:rsid w:val="006D2013"/>
    <w:rsid w:val="006F5F00"/>
    <w:rsid w:val="00700FFA"/>
    <w:rsid w:val="00710236"/>
    <w:rsid w:val="00754EC2"/>
    <w:rsid w:val="00757B5B"/>
    <w:rsid w:val="00783F26"/>
    <w:rsid w:val="0079346F"/>
    <w:rsid w:val="007B4254"/>
    <w:rsid w:val="007C235F"/>
    <w:rsid w:val="007C6D6F"/>
    <w:rsid w:val="007D40B4"/>
    <w:rsid w:val="007D6DFF"/>
    <w:rsid w:val="007F31FD"/>
    <w:rsid w:val="00804789"/>
    <w:rsid w:val="00811FD1"/>
    <w:rsid w:val="00824D41"/>
    <w:rsid w:val="008364C5"/>
    <w:rsid w:val="008452E1"/>
    <w:rsid w:val="00860F2B"/>
    <w:rsid w:val="008668E3"/>
    <w:rsid w:val="00881560"/>
    <w:rsid w:val="008908A8"/>
    <w:rsid w:val="00895437"/>
    <w:rsid w:val="008A0297"/>
    <w:rsid w:val="008C1AA7"/>
    <w:rsid w:val="008C4FDE"/>
    <w:rsid w:val="008E300D"/>
    <w:rsid w:val="008E32EC"/>
    <w:rsid w:val="008E3B5A"/>
    <w:rsid w:val="0092251A"/>
    <w:rsid w:val="00932ADE"/>
    <w:rsid w:val="00933399"/>
    <w:rsid w:val="00942444"/>
    <w:rsid w:val="009506EF"/>
    <w:rsid w:val="009667C6"/>
    <w:rsid w:val="009D1ECD"/>
    <w:rsid w:val="00A045AA"/>
    <w:rsid w:val="00A6287B"/>
    <w:rsid w:val="00A946A2"/>
    <w:rsid w:val="00A969A0"/>
    <w:rsid w:val="00AA1CF7"/>
    <w:rsid w:val="00AA7F67"/>
    <w:rsid w:val="00AB0407"/>
    <w:rsid w:val="00AB6FA6"/>
    <w:rsid w:val="00AC12F6"/>
    <w:rsid w:val="00AC5FC1"/>
    <w:rsid w:val="00AD726F"/>
    <w:rsid w:val="00AE163D"/>
    <w:rsid w:val="00AE55CE"/>
    <w:rsid w:val="00AE581D"/>
    <w:rsid w:val="00AE7EF1"/>
    <w:rsid w:val="00AF2725"/>
    <w:rsid w:val="00B14866"/>
    <w:rsid w:val="00B15AF6"/>
    <w:rsid w:val="00B50C0F"/>
    <w:rsid w:val="00B62554"/>
    <w:rsid w:val="00B63F94"/>
    <w:rsid w:val="00B770CA"/>
    <w:rsid w:val="00B82206"/>
    <w:rsid w:val="00BA39D0"/>
    <w:rsid w:val="00BC7B9E"/>
    <w:rsid w:val="00BF50AE"/>
    <w:rsid w:val="00C03220"/>
    <w:rsid w:val="00C23914"/>
    <w:rsid w:val="00C3683A"/>
    <w:rsid w:val="00C54F82"/>
    <w:rsid w:val="00C57586"/>
    <w:rsid w:val="00C64F4A"/>
    <w:rsid w:val="00C6747F"/>
    <w:rsid w:val="00C96478"/>
    <w:rsid w:val="00C9781C"/>
    <w:rsid w:val="00CB5AE5"/>
    <w:rsid w:val="00CB5D52"/>
    <w:rsid w:val="00CC4B7D"/>
    <w:rsid w:val="00CE01E1"/>
    <w:rsid w:val="00D25A58"/>
    <w:rsid w:val="00D944E0"/>
    <w:rsid w:val="00DE4CDC"/>
    <w:rsid w:val="00E17FD7"/>
    <w:rsid w:val="00E86D65"/>
    <w:rsid w:val="00E92B3B"/>
    <w:rsid w:val="00EA4C15"/>
    <w:rsid w:val="00EE0EE0"/>
    <w:rsid w:val="00EE6786"/>
    <w:rsid w:val="00F01555"/>
    <w:rsid w:val="00F12042"/>
    <w:rsid w:val="00F1429D"/>
    <w:rsid w:val="00F17F7E"/>
    <w:rsid w:val="00F342A8"/>
    <w:rsid w:val="00F46D7E"/>
    <w:rsid w:val="00F70951"/>
    <w:rsid w:val="00F81116"/>
    <w:rsid w:val="00F876CC"/>
    <w:rsid w:val="00FC7060"/>
    <w:rsid w:val="00FD1DB5"/>
    <w:rsid w:val="00FD2FF0"/>
    <w:rsid w:val="00FD3515"/>
    <w:rsid w:val="00FE3333"/>
    <w:rsid w:val="00FE6D92"/>
    <w:rsid w:val="00FF5D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C0953"/>
  <w15:docId w15:val="{7305AB88-A063-48B2-9935-347CF6227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6F"/>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6D6F"/>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Header">
    <w:name w:val="header"/>
    <w:basedOn w:val="Normal"/>
    <w:link w:val="HeaderChar"/>
    <w:uiPriority w:val="99"/>
    <w:unhideWhenUsed/>
    <w:rsid w:val="007C6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D6F"/>
  </w:style>
  <w:style w:type="paragraph" w:styleId="Footer">
    <w:name w:val="footer"/>
    <w:basedOn w:val="Normal"/>
    <w:link w:val="FooterChar"/>
    <w:uiPriority w:val="99"/>
    <w:unhideWhenUsed/>
    <w:rsid w:val="007C6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D6F"/>
  </w:style>
  <w:style w:type="paragraph" w:styleId="BalloonText">
    <w:name w:val="Balloon Text"/>
    <w:basedOn w:val="Normal"/>
    <w:link w:val="BalloonTextChar"/>
    <w:uiPriority w:val="99"/>
    <w:semiHidden/>
    <w:unhideWhenUsed/>
    <w:rsid w:val="007C6D6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C6D6F"/>
    <w:rPr>
      <w:rFonts w:ascii="Tahoma" w:hAnsi="Tahoma" w:cs="Tahoma"/>
      <w:sz w:val="16"/>
      <w:szCs w:val="16"/>
    </w:rPr>
  </w:style>
  <w:style w:type="table" w:customStyle="1" w:styleId="TableGrid1">
    <w:name w:val="Table Grid1"/>
    <w:basedOn w:val="TableNormal"/>
    <w:next w:val="TableGrid"/>
    <w:rsid w:val="0022431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24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079A"/>
    <w:pPr>
      <w:spacing w:after="0" w:line="240" w:lineRule="auto"/>
    </w:pPr>
    <w:rPr>
      <w:sz w:val="20"/>
      <w:szCs w:val="20"/>
    </w:rPr>
  </w:style>
  <w:style w:type="character" w:customStyle="1" w:styleId="EndnoteTextChar">
    <w:name w:val="Endnote Text Char"/>
    <w:link w:val="EndnoteText"/>
    <w:uiPriority w:val="99"/>
    <w:semiHidden/>
    <w:rsid w:val="0058079A"/>
    <w:rPr>
      <w:sz w:val="20"/>
      <w:szCs w:val="20"/>
    </w:rPr>
  </w:style>
  <w:style w:type="character" w:styleId="EndnoteReference">
    <w:name w:val="endnote reference"/>
    <w:uiPriority w:val="99"/>
    <w:semiHidden/>
    <w:unhideWhenUsed/>
    <w:rsid w:val="0058079A"/>
    <w:rPr>
      <w:vertAlign w:val="superscript"/>
    </w:rPr>
  </w:style>
  <w:style w:type="paragraph" w:styleId="ListParagraph">
    <w:name w:val="List Paragraph"/>
    <w:basedOn w:val="Normal"/>
    <w:uiPriority w:val="34"/>
    <w:qFormat/>
    <w:rsid w:val="00811F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61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INP~1\AppData\Local\Temp\Rar$DI03.30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0C291-1F8B-4F35-8465-AF675328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2</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1771</CharactersWithSpaces>
  <SharedDoc>false</SharedDoc>
  <HLinks>
    <vt:vector size="6" baseType="variant">
      <vt:variant>
        <vt:i4>917552</vt:i4>
      </vt:variant>
      <vt:variant>
        <vt:i4>0</vt:i4>
      </vt:variant>
      <vt:variant>
        <vt:i4>0</vt:i4>
      </vt:variant>
      <vt:variant>
        <vt:i4>5</vt:i4>
      </vt:variant>
      <vt:variant>
        <vt:lpwstr>mailto:sajozi@yahoo.com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MRF</cp:lastModifiedBy>
  <cp:revision>2</cp:revision>
  <cp:lastPrinted>2014-08-31T13:16:00Z</cp:lastPrinted>
  <dcterms:created xsi:type="dcterms:W3CDTF">2020-04-30T08:28:00Z</dcterms:created>
  <dcterms:modified xsi:type="dcterms:W3CDTF">2020-04-30T08:28:00Z</dcterms:modified>
</cp:coreProperties>
</file>